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CB2285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62712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7pt;margin-top:66pt;width:334.5pt;height:47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Default="00745DCD" w:rsidP="00CB2285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CB2285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Oberon</w:t>
                  </w:r>
                </w:p>
                <w:p w:rsidR="00CB2285" w:rsidRPr="001E4547" w:rsidRDefault="00CB2285" w:rsidP="00CB2285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Info: King of the Fairies</w:t>
                  </w:r>
                </w:p>
              </w:txbxContent>
            </v:textbox>
          </v:shape>
        </w:pict>
      </w:r>
      <w:r w:rsidR="0062712C" w:rsidRPr="0062712C">
        <w:rPr>
          <w:noProof/>
        </w:rPr>
        <w:pict>
          <v:shape id="_x0000_s1031" type="#_x0000_t202" style="position:absolute;margin-left:30.75pt;margin-top:30pt;width:135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CB2285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85950" cy="1257300"/>
                        <wp:effectExtent l="19050" t="0" r="0" b="0"/>
                        <wp:docPr id="1" name="il_fi" descr="http://l.yimg.com/eb/ymv/us/img/hv/photo/movie_pix/fox_searchlight/a_midsummer_night_s_dream/rupert_everett/drea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.yimg.com/eb/ymv/us/img/hv/photo/movie_pix/fox_searchlight/a_midsummer_night_s_dream/rupert_everett/drea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3256" cy="12555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2712C" w:rsidRPr="0062712C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="0062712C" w:rsidRPr="0062712C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="0062712C" w:rsidRPr="0062712C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CB2285"/>
    <w:rsid w:val="003E3328"/>
    <w:rsid w:val="00550109"/>
    <w:rsid w:val="005B0ED3"/>
    <w:rsid w:val="0062712C"/>
    <w:rsid w:val="00745DCD"/>
    <w:rsid w:val="00CB2285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2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2011-01-26T15:04:00Z</dcterms:created>
  <dcterms:modified xsi:type="dcterms:W3CDTF">2011-01-26T15:06:00Z</dcterms:modified>
</cp:coreProperties>
</file>